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rPr>
          <w:sz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-459105</wp:posOffset>
                </wp:positionV>
                <wp:extent cx="7586345" cy="10717530"/>
                <wp:effectExtent l="0" t="0" r="14605" b="76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4455" y="125095"/>
                          <a:ext cx="7586345" cy="10717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75pt;margin-top:-36.15pt;height:843.9pt;width:597.35pt;z-index:-251666432;v-text-anchor:middle;mso-width-relative:page;mso-height-relative:page;" fillcolor="#FFFFFF [3212]" filled="t" stroked="f" coordsize="21600,21600" o:gfxdata="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8OOJ&#10;WdoAAAANAQAADwAAAAAAAAABACAAAAAiAAAAZHJzL2Rvd25yZXYueG1sUEsBAhQAFAAAAAgAh07i&#10;QPhh855ZAgAAiAQAAA4AAAAAAAAAAQAgAAAAKQ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5210175</wp:posOffset>
                </wp:positionH>
                <wp:positionV relativeFrom="paragraph">
                  <wp:posOffset>-386715</wp:posOffset>
                </wp:positionV>
                <wp:extent cx="3818890" cy="3166745"/>
                <wp:effectExtent l="426720" t="546735" r="40640" b="2032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890" cy="3166745"/>
                          <a:chOff x="0" y="-47802"/>
                          <a:chExt cx="4919414" cy="4268418"/>
                        </a:xfrm>
                      </wpg:grpSpPr>
                      <wps:wsp>
                        <wps:cNvPr id="10" name="矩形 9"/>
                        <wps:cNvSpPr/>
                        <wps:spPr>
                          <a:xfrm rot="2700000">
                            <a:off x="0" y="256369"/>
                            <a:ext cx="2810810" cy="2810809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矩形 5"/>
                        <wps:cNvSpPr/>
                        <wps:spPr>
                          <a:xfrm rot="2700000">
                            <a:off x="764140" y="31661"/>
                            <a:ext cx="3558560" cy="339963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任意多边形 31"/>
                        <wps:cNvSpPr/>
                        <wps:spPr>
                          <a:xfrm>
                            <a:off x="96680" y="1739152"/>
                            <a:ext cx="4822734" cy="2481464"/>
                          </a:xfrm>
                          <a:custGeom>
                            <a:avLst/>
                            <a:gdLst>
                              <a:gd name="connsiteX0" fmla="*/ 0 w 4962928"/>
                              <a:gd name="connsiteY0" fmla="*/ 0 h 2481464"/>
                              <a:gd name="connsiteX1" fmla="*/ 4962928 w 4962928"/>
                              <a:gd name="connsiteY1" fmla="*/ 0 h 2481464"/>
                              <a:gd name="connsiteX2" fmla="*/ 2481464 w 4962928"/>
                              <a:gd name="connsiteY2" fmla="*/ 2481464 h 2481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62928" h="2481464">
                                <a:moveTo>
                                  <a:pt x="0" y="0"/>
                                </a:moveTo>
                                <a:lnTo>
                                  <a:pt x="4962928" y="0"/>
                                </a:lnTo>
                                <a:lnTo>
                                  <a:pt x="2481464" y="2481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  <a:alpha val="19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0.25pt;margin-top:-30.45pt;height:249.35pt;width:300.7pt;mso-position-horizontal-relative:margin;z-index:251651072;mso-width-relative:page;mso-height-relative:page;" coordorigin="0,-47802" coordsize="4919414,4268418" o:gfxdata="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FrQho3dAAAADAEAAA8AAAAAAAAAAQAgAAAAIgAAAGRycy9kb3du&#10;cmV2LnhtbFBLAQIUABQAAAAIAIdO4kAzSVAm+wMAABsMAAAOAAAAAAAAAAEAIAAAACwBAABkcnMv&#10;ZTJvRG9jLnhtbFBLBQYAAAAABgAGAFkBAACZBwAAAAA=&#10;">
                <o:lock v:ext="edit" aspectratio="f"/>
                <v:rect id="矩形 9" o:spid="_x0000_s1026" o:spt="1" style="position:absolute;left:0;top:256369;height:2810809;width:2810810;rotation:2949120f;v-text-anchor:middle;" filled="f" stroked="t" coordsize="21600,21600" o:gfxdata="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PMf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B0F0" miterlimit="8" joinstyle="miter"/>
                  <v:imagedata o:title=""/>
                  <o:lock v:ext="edit" aspectratio="f"/>
                </v:rect>
                <v:rect id="矩形 5" o:spid="_x0000_s1026" o:spt="1" style="position:absolute;left:764140;top:31661;height:3399633;width:3558560;rotation:2949120f;v-text-anchor:middle;" fillcolor="#00B0F0" filled="t" stroked="f" coordsize="21600,21600" o:gfxdata="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/4Ht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任意多边形 31" o:spid="_x0000_s1026" o:spt="100" style="position:absolute;left:96680;top:1739152;height:2481464;width:4822734;v-text-anchor:middle;" fillcolor="#BFBFBF [2412]" filled="t" stroked="f" coordsize="4962928,2481464" o:gfxdata="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yh34ugAAANsA&#10;AAAPAAAAAAAAAAEAIAAAACIAAABkcnMvZG93bnJldi54bWxQSwECFAAUAAAACACHTuJAMy8FnjsA&#10;AAA5AAAAEAAAAAAAAAABACAAAAAJAQAAZHJzL3NoYXBleG1sLnhtbFBLBQYAAAAABgAGAFsBAACz&#10;AwAAAAA=&#10;" path="m0,0l4962928,0,2481464,2481464xe">
                  <v:path o:connectlocs="0,0;4822734,0;2411367,2481464" o:connectangles="0,0,0"/>
                  <v:fill on="t" opacity="12451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292100</wp:posOffset>
                </wp:positionV>
                <wp:extent cx="1445895" cy="1898015"/>
                <wp:effectExtent l="0" t="0" r="0" b="0"/>
                <wp:wrapNone/>
                <wp:docPr id="7180" name="文本框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30755" y="1938020"/>
                          <a:ext cx="1445895" cy="1898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00B0F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B0F0"/>
                                <w:sz w:val="200"/>
                                <w:szCs w:val="2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65pt;margin-top:23pt;height:149.45pt;width:113.85pt;z-index:251812864;mso-width-relative:page;mso-height-relative:page;" filled="f" stroked="f" coordsize="21600,21600" o:gfxdata="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0Onlz3AAAAAoBAAAPAAAAAAAAAAEAIAAAACIAAABkcnMvZG93bnJl&#10;di54bWxQSwECFAAUAAAACACHTuJAr1ikFzICAAA5BAAADgAAAAAAAAABACAAAAAr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00B0F0"/>
                          <w:sz w:val="200"/>
                          <w:szCs w:val="200"/>
                        </w:rPr>
                      </w:pPr>
                      <w:r>
                        <w:rPr>
                          <w:rFonts w:hint="eastAsia" w:ascii="微软雅黑" w:hAnsi="微软雅黑"/>
                          <w:color w:val="00B0F0"/>
                          <w:sz w:val="200"/>
                          <w:szCs w:val="2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-1134110</wp:posOffset>
                </wp:positionH>
                <wp:positionV relativeFrom="paragraph">
                  <wp:posOffset>5145405</wp:posOffset>
                </wp:positionV>
                <wp:extent cx="594995" cy="558800"/>
                <wp:effectExtent l="76200" t="0" r="0" b="50800"/>
                <wp:wrapNone/>
                <wp:docPr id="70074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8666">
                          <a:off x="0" y="0"/>
                          <a:ext cx="594995" cy="558800"/>
                          <a:chOff x="-205" y="158998"/>
                          <a:chExt cx="647" cy="419"/>
                        </a:xfrm>
                      </wpg:grpSpPr>
                      <wpg:grpSp>
                        <wpg:cNvPr id="70075" name="Group 173"/>
                        <wpg:cNvGrpSpPr/>
                        <wpg:grpSpPr>
                          <a:xfrm rot="-708963">
                            <a:off x="108" y="159085"/>
                            <a:ext cx="334" cy="332"/>
                            <a:chOff x="42" y="158771"/>
                            <a:chExt cx="497" cy="494"/>
                          </a:xfrm>
                        </wpg:grpSpPr>
                        <wps:wsp>
                          <wps:cNvPr id="70076" name="Freeform 174"/>
                          <wps:cNvSpPr/>
                          <wps:spPr bwMode="auto">
                            <a:xfrm rot="-792879">
                              <a:off x="42" y="158771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0077" name="Freeform 175"/>
                          <wps:cNvSpPr/>
                          <wps:spPr bwMode="auto">
                            <a:xfrm rot="-792879">
                              <a:off x="314" y="158997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  <wpg:grpSp>
                        <wpg:cNvPr id="70078" name="Group 176"/>
                        <wpg:cNvGrpSpPr/>
                        <wpg:grpSpPr>
                          <a:xfrm rot="2364528" flipH="1">
                            <a:off x="-205" y="158998"/>
                            <a:ext cx="334" cy="332"/>
                            <a:chOff x="0" y="158750"/>
                            <a:chExt cx="497" cy="494"/>
                          </a:xfrm>
                        </wpg:grpSpPr>
                        <wps:wsp>
                          <wps:cNvPr id="70079" name="Freeform 177"/>
                          <wps:cNvSpPr/>
                          <wps:spPr bwMode="auto">
                            <a:xfrm rot="-792879">
                              <a:off x="0" y="158750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0080" name="Freeform 178"/>
                          <wps:cNvSpPr/>
                          <wps:spPr bwMode="auto">
                            <a:xfrm rot="-792879">
                              <a:off x="272" y="158976"/>
                              <a:ext cx="225" cy="268"/>
                            </a:xfrm>
                            <a:custGeom>
                              <a:avLst/>
                              <a:gdLst>
                                <a:gd name="T0" fmla="*/ 191 w 134"/>
                                <a:gd name="T1" fmla="*/ 265 h 159"/>
                                <a:gd name="T2" fmla="*/ 77 w 134"/>
                                <a:gd name="T3" fmla="*/ 142 h 159"/>
                                <a:gd name="T4" fmla="*/ 34 w 134"/>
                                <a:gd name="T5" fmla="*/ 46 h 159"/>
                                <a:gd name="T6" fmla="*/ 0 w 134"/>
                                <a:gd name="T7" fmla="*/ 8 h 159"/>
                                <a:gd name="T8" fmla="*/ 119 w 134"/>
                                <a:gd name="T9" fmla="*/ 19 h 159"/>
                                <a:gd name="T10" fmla="*/ 220 w 134"/>
                                <a:gd name="T11" fmla="*/ 152 h 159"/>
                                <a:gd name="T12" fmla="*/ 200 w 134"/>
                                <a:gd name="T13" fmla="*/ 268 h 159"/>
                                <a:gd name="T14" fmla="*/ 191 w 134"/>
                                <a:gd name="T15" fmla="*/ 265 h 15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134"/>
                                <a:gd name="T25" fmla="*/ 0 h 159"/>
                                <a:gd name="T26" fmla="*/ 134 w 134"/>
                                <a:gd name="T27" fmla="*/ 159 h 159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34" h="159">
                                  <a:moveTo>
                                    <a:pt x="114" y="157"/>
                                  </a:moveTo>
                                  <a:cubicBezTo>
                                    <a:pt x="134" y="108"/>
                                    <a:pt x="77" y="117"/>
                                    <a:pt x="46" y="84"/>
                                  </a:cubicBezTo>
                                  <a:cubicBezTo>
                                    <a:pt x="21" y="60"/>
                                    <a:pt x="29" y="44"/>
                                    <a:pt x="20" y="27"/>
                                  </a:cubicBezTo>
                                  <a:cubicBezTo>
                                    <a:pt x="20" y="12"/>
                                    <a:pt x="0" y="0"/>
                                    <a:pt x="0" y="5"/>
                                  </a:cubicBezTo>
                                  <a:cubicBezTo>
                                    <a:pt x="3" y="4"/>
                                    <a:pt x="37" y="1"/>
                                    <a:pt x="71" y="11"/>
                                  </a:cubicBezTo>
                                  <a:cubicBezTo>
                                    <a:pt x="106" y="19"/>
                                    <a:pt x="133" y="54"/>
                                    <a:pt x="131" y="90"/>
                                  </a:cubicBezTo>
                                  <a:cubicBezTo>
                                    <a:pt x="129" y="118"/>
                                    <a:pt x="118" y="135"/>
                                    <a:pt x="119" y="159"/>
                                  </a:cubicBezTo>
                                  <a:lnTo>
                                    <a:pt x="114" y="1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72" o:spid="_x0000_s1026" o:spt="203" style="position:absolute;left:0pt;margin-left:-89.3pt;margin-top:405.15pt;height:44pt;width:46.85pt;rotation:1189114f;z-index:251707392;mso-width-relative:page;mso-height-relative:page;" coordorigin="-205,158998" coordsize="647,419" o:gfxdata="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DBVkSdkAAAAMAQAADwAAAAAAAAABACAAAAAiAAAAZHJzL2Rvd25yZXYu&#10;eG1sUEsBAhQAFAAAAAgAh07iQIysBfXDBQAA9S4AAA4AAAAAAAAAAQAgAAAAKAEAAGRycy9lMm9E&#10;b2MueG1sUEsFBgAAAAAGAAYAWQEAAF0JAAAAAA==&#10;">
                <o:lock v:ext="edit" aspectratio="f"/>
                <v:group id="Group 173" o:spid="_x0000_s1026" o:spt="203" style="position:absolute;left:108;top:159085;height:332;width:334;rotation:-774377f;" coordorigin="42,158771" coordsize="497,494" o:gfxdata="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34hurwgAAAN4AAAAPAAAAAAAAAAEAIAAAACIAAABkcnMvZG93bnJl&#10;di54bWxQSwECFAAUAAAACACHTuJAMy8FnjsAAAA5AAAAFQAAAAAAAAABACAAAAARAQAAZHJzL2dy&#10;b3Vwc2hhcGV4bWwueG1sUEsFBgAAAAAGAAYAYAEAAM4DAAAAAA==&#10;">
                  <o:lock v:ext="edit" aspectratio="f"/>
                  <v:shape id="Freeform 174" o:spid="_x0000_s1026" o:spt="100" style="position:absolute;left:42;top:158771;height:268;width:225;rotation:-866035f;" fillcolor="#000000" filled="t" stroked="t" coordsize="134,159" o:gfxdata="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cuK&#10;wAAAAN4AAAAPAAAAAAAAAAEAIAAAACIAAABkcnMvZG93bnJldi54bWxQSwECFAAUAAAACACHTuJA&#10;My8FnjsAAAA5AAAAEAAAAAAAAAABACAAAAAPAQAAZHJzL3NoYXBleG1sLnhtbFBLBQYAAAAABgAG&#10;AFsBAAC5AwAAAAA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Freeform 175" o:spid="_x0000_s1026" o:spt="100" style="position:absolute;left:314;top:158997;height:268;width:225;rotation:-866035f;" filled="f" stroked="f" coordsize="134,159" o:gfxdata="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S/VC/&#10;AAAA3gAAAA8AAAAAAAAAAQAgAAAAIgAAAGRycy9kb3ducmV2LnhtbFBLAQIUABQAAAAIAIdO4kAz&#10;LwWeOwAAADkAAAAQAAAAAAAAAAEAIAAAAA4BAABkcnMvc2hhcGV4bWwueG1sUEsFBgAAAAAGAAYA&#10;WwEAALgDAAAAAA=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f" focussize="0,0"/>
                    <v:stroke on="f"/>
                    <v:imagedata o:title=""/>
                    <o:lock v:ext="edit" aspectratio="f"/>
                  </v:shape>
                </v:group>
                <v:group id="Group 176" o:spid="_x0000_s1026" o:spt="203" style="position:absolute;left:-205;top:158998;flip:x;height:332;width:334;rotation:-2582695f;" coordorigin="0,158750" coordsize="497,494" o:gfxdata="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BizHovAAAAN4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77" o:spid="_x0000_s1026" o:spt="100" style="position:absolute;left:0;top:158750;height:268;width:225;rotation:-866035f;" fillcolor="#000000" filled="t" stroked="t" coordsize="134,159" o:gfxdata="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O5f&#10;+MEAAADeAAAADwAAAAAAAAABACAAAAAiAAAAZHJzL2Rvd25yZXYueG1sUEsBAhQAFAAAAAgAh07i&#10;QDMvBZ47AAAAOQAAABAAAAAAAAAAAQAgAAAAEAEAAGRycy9zaGFwZXhtbC54bWxQSwUGAAAAAAYA&#10;BgBbAQAAugMAAAAA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Freeform 178" o:spid="_x0000_s1026" o:spt="100" style="position:absolute;left:272;top:158976;height:268;width:225;rotation:-866035f;" filled="f" stroked="f" coordsize="134,159" o:gfxdata="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7hUDvQAA&#10;AN4AAAAPAAAAAAAAAAEAIAAAACIAAABkcnMvZG93bnJldi54bWxQSwECFAAUAAAACACHTuJAMy8F&#10;njsAAAA5AAAAEAAAAAAAAAABACAAAAAMAQAAZHJzL3NoYXBleG1sLnhtbFBLBQYAAAAABgAGAFsB&#10;AAC2AwAAAAA=&#10;" path="m114,157c134,108,77,117,46,84c21,60,29,44,20,27c20,12,0,0,0,5c3,4,37,1,71,11c106,19,133,54,131,90c129,118,118,135,119,159l114,157xe">
                    <v:path o:connectlocs="320,446;129,239;57,77;0,13;199,32;369,256;335,451;320,446" o:connectangles="0,0,0,0,0,0,0,0"/>
                    <v:fill on="f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36830</wp:posOffset>
                </wp:positionV>
                <wp:extent cx="2700020" cy="1254125"/>
                <wp:effectExtent l="0" t="0" r="0" b="0"/>
                <wp:wrapNone/>
                <wp:docPr id="7179" name="文本框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03880" y="2078990"/>
                          <a:ext cx="270002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00B0F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B0F0"/>
                                <w:sz w:val="96"/>
                                <w:szCs w:val="96"/>
                              </w:rPr>
                              <w:t>个人简历</w:t>
                            </w:r>
                          </w:p>
                          <w:p>
                            <w:pPr>
                              <w:rPr>
                                <w:rFonts w:ascii="微软雅黑" w:hAnsi="微软雅黑"/>
                                <w:color w:val="F2F2F2" w:themeColor="background1" w:themeShade="F2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4pt;margin-top:2.9pt;height:98.75pt;width:212.6pt;z-index:251811840;mso-width-relative:page;mso-height-relative:page;" filled="f" stroked="f" coordsize="21600,21600" o:gfxdata="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uemW12gAAAAkBAAAPAAAAAAAAAAEAIAAAACIAAABkcnMvZG93bnJl&#10;di54bWxQSwECFAAUAAAACACHTuJAgNKUmTQCAAA5BAAADgAAAAAAAAABACAAAAAp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00B0F0"/>
                          <w:sz w:val="96"/>
                          <w:szCs w:val="96"/>
                        </w:rPr>
                      </w:pPr>
                      <w:r>
                        <w:rPr>
                          <w:rFonts w:hint="eastAsia" w:ascii="微软雅黑" w:hAnsi="微软雅黑"/>
                          <w:color w:val="00B0F0"/>
                          <w:sz w:val="96"/>
                          <w:szCs w:val="96"/>
                        </w:rPr>
                        <w:t>个人简历</w:t>
                      </w:r>
                    </w:p>
                    <w:p>
                      <w:pPr>
                        <w:rPr>
                          <w:rFonts w:ascii="微软雅黑" w:hAnsi="微软雅黑"/>
                          <w:color w:val="F2F2F2" w:themeColor="background1" w:themeShade="F2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Cs w:val="44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-781685</wp:posOffset>
                </wp:positionH>
                <wp:positionV relativeFrom="paragraph">
                  <wp:posOffset>45085</wp:posOffset>
                </wp:positionV>
                <wp:extent cx="3305810" cy="3046730"/>
                <wp:effectExtent l="182245" t="182245" r="112395" b="104775"/>
                <wp:wrapNone/>
                <wp:docPr id="21521" name="组合 21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810" cy="3046730"/>
                          <a:chOff x="0" y="0"/>
                          <a:chExt cx="2058923" cy="1897558"/>
                        </a:xfrm>
                      </wpg:grpSpPr>
                      <wps:wsp>
                        <wps:cNvPr id="36" name="矩形 35"/>
                        <wps:cNvSpPr/>
                        <wps:spPr>
                          <a:xfrm rot="2700000">
                            <a:off x="1748118" y="1586753"/>
                            <a:ext cx="310805" cy="310805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54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矩形 36"/>
                        <wps:cNvSpPr/>
                        <wps:spPr>
                          <a:xfrm rot="2700000">
                            <a:off x="914400" y="1308847"/>
                            <a:ext cx="155403" cy="15540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矩形 37"/>
                        <wps:cNvSpPr/>
                        <wps:spPr>
                          <a:xfrm rot="2700000">
                            <a:off x="0" y="0"/>
                            <a:ext cx="547625" cy="547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55pt;margin-top:3.55pt;height:239.9pt;width:260.3pt;z-index:251809792;mso-width-relative:page;mso-height-relative:page;" coordsize="2058923,1897558" o:gfxdata="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vcqF&#10;ZtsAAAAKAQAADwAAAAAAAAABACAAAAAiAAAAZHJzL2Rvd25yZXYueG1sUEsBAhQAFAAAAAgAh07i&#10;QIU2Ml/KAgAAEAkAAA4AAAAAAAAAAQAgAAAAKgEAAGRycy9lMm9Eb2MueG1sUEsFBgAAAAAGAAYA&#10;WQEAAGYGAAAAAA==&#10;">
                <o:lock v:ext="edit" aspectratio="f"/>
                <v:rect id="矩形 35" o:spid="_x0000_s1026" o:spt="1" style="position:absolute;left:1748118;top:1586753;height:310805;width:310805;rotation:2949120f;v-text-anchor:middle;" fillcolor="#00B0F0" filled="t" stroked="f" coordsize="21600,21600" o:gfxdata="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dXm8AAAA&#10;2wAAAA8AAAAAAAAAAQAgAAAAIgAAAGRycy9kb3ducmV2LnhtbFBLAQIUABQAAAAIAIdO4kAzLwWe&#10;OwAAADkAAAAQAAAAAAAAAAEAIAAAAAsBAABkcnMvc2hhcGV4bWwueG1sUEsFBgAAAAAGAAYAWwEA&#10;ALUDAAAAAA==&#10;">
                  <v:fill on="t" opacity="35389f" focussize="0,0"/>
                  <v:stroke on="f" weight="1pt" miterlimit="8" joinstyle="miter"/>
                  <v:imagedata o:title=""/>
                  <o:lock v:ext="edit" aspectratio="f"/>
                </v:rect>
                <v:rect id="矩形 36" o:spid="_x0000_s1026" o:spt="1" style="position:absolute;left:914400;top:1308847;height:155403;width:155403;rotation:2949120f;v-text-anchor:middle;" fillcolor="#00B0F0" filled="t" stroked="f" coordsize="21600,21600" o:gfxdata="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OdkJ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37" o:spid="_x0000_s1026" o:spt="1" style="position:absolute;left:0;top:0;height:547625;width:547625;rotation:2949120f;v-text-anchor:middle;" fillcolor="#00B0F0" filled="t" stroked="f" coordsize="21600,21600" o:gfxdata="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mTXu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161925</wp:posOffset>
                </wp:positionV>
                <wp:extent cx="3125470" cy="1254760"/>
                <wp:effectExtent l="0" t="0" r="0" b="0"/>
                <wp:wrapNone/>
                <wp:docPr id="7181" name="文本框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63570" y="2600325"/>
                          <a:ext cx="3125470" cy="1254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00B0F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B0F0"/>
                                <w:sz w:val="120"/>
                                <w:szCs w:val="120"/>
                              </w:rPr>
                              <w:t>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1pt;margin-top:12.75pt;height:98.8pt;width:246.1pt;z-index:251813888;mso-width-relative:page;mso-height-relative:page;" filled="f" stroked="f" coordsize="21600,21600" o:gfxdata="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3WVVrbAAAACgEAAA8AAAAAAAAAAQAgAAAAIgAAAGRycy9kb3ducmV2Lnht&#10;bFBLAQIUABQAAAAIAIdO4kAsT9HLLwIAADkEAAAOAAAAAAAAAAEAIAAAACo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00B0F0"/>
                          <w:sz w:val="120"/>
                          <w:szCs w:val="120"/>
                        </w:rPr>
                      </w:pPr>
                      <w:r>
                        <w:rPr>
                          <w:rFonts w:ascii="微软雅黑" w:hAnsi="微软雅黑"/>
                          <w:color w:val="00B0F0"/>
                          <w:sz w:val="120"/>
                          <w:szCs w:val="120"/>
                        </w:rPr>
                        <w:t>esume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890"/>
        </w:tabs>
      </w:pP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margin">
                  <wp:posOffset>11132820</wp:posOffset>
                </wp:positionH>
                <wp:positionV relativeFrom="paragraph">
                  <wp:posOffset>-34925</wp:posOffset>
                </wp:positionV>
                <wp:extent cx="4191000" cy="1252220"/>
                <wp:effectExtent l="0" t="0" r="0" b="0"/>
                <wp:wrapNone/>
                <wp:docPr id="717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252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ind w:left="4410"/>
                              <w:textAlignment w:val="baseline"/>
                              <w:rPr>
                                <w:rFonts w:ascii="华文隶书" w:hAnsi="Calibri Light" w:eastAsia="华文隶书" w:cs="Times New Roman"/>
                                <w:color w:val="1566A7"/>
                                <w:kern w:val="2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 w:ascii="华文隶书" w:hAnsi="Calibri Light" w:eastAsia="华文隶书" w:cs="Times New Roman"/>
                                <w:color w:val="1566A7"/>
                                <w:kern w:val="2"/>
                                <w:sz w:val="144"/>
                                <w:szCs w:val="144"/>
                              </w:rPr>
                              <w:t>求职简历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76.6pt;margin-top:-2.75pt;height:98.6pt;width:330pt;mso-position-horizontal-relative:margin;z-index:251804672;mso-width-relative:page;mso-height-relative:page;" filled="f" stroked="f" coordsize="21600,21600" o:gfxdata="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TPfvFNgAAAAMAQAADwAAAAAA&#10;AAABACAAAAAiAAAAZHJzL2Rvd25yZXYueG1sUEsBAhQAFAAAAAgAh07iQK8tLn6hAQAAEw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spacing w:before="0" w:beforeAutospacing="0" w:after="0" w:afterAutospacing="0"/>
                        <w:ind w:left="4410"/>
                        <w:textAlignment w:val="baseline"/>
                        <w:rPr>
                          <w:rFonts w:ascii="华文隶书" w:hAnsi="Calibri Light" w:eastAsia="华文隶书" w:cs="Times New Roman"/>
                          <w:color w:val="1566A7"/>
                          <w:kern w:val="2"/>
                          <w:sz w:val="144"/>
                          <w:szCs w:val="144"/>
                        </w:rPr>
                      </w:pPr>
                      <w:r>
                        <w:rPr>
                          <w:rFonts w:hint="eastAsia" w:ascii="华文隶书" w:hAnsi="Calibri Light" w:eastAsia="华文隶书" w:cs="Times New Roman"/>
                          <w:color w:val="1566A7"/>
                          <w:kern w:val="2"/>
                          <w:sz w:val="144"/>
                          <w:szCs w:val="144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11129010</wp:posOffset>
                </wp:positionH>
                <wp:positionV relativeFrom="paragraph">
                  <wp:posOffset>-19685</wp:posOffset>
                </wp:positionV>
                <wp:extent cx="634365" cy="673735"/>
                <wp:effectExtent l="56515" t="19685" r="51435" b="89535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34120" cy="673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32299" h="655200">
                              <a:moveTo>
                                <a:pt x="29842" y="0"/>
                              </a:moveTo>
                              <a:lnTo>
                                <a:pt x="4732299" y="0"/>
                              </a:lnTo>
                              <a:lnTo>
                                <a:pt x="4732299" y="655200"/>
                              </a:lnTo>
                              <a:lnTo>
                                <a:pt x="0" y="655200"/>
                              </a:lnTo>
                              <a:lnTo>
                                <a:pt x="0" y="651669"/>
                              </a:lnTo>
                              <a:lnTo>
                                <a:pt x="25384" y="651669"/>
                              </a:lnTo>
                              <a:lnTo>
                                <a:pt x="393662" y="323851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>
                            <a:alpha val="85000"/>
                          </a:sysClr>
                        </a:solidFill>
                        <a:ln w="3175" cap="flat" cmpd="sng" algn="ctr">
                          <a:noFill/>
                          <a:prstDash val="solid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Rectangle 5" o:spid="_x0000_s1026" o:spt="100" style="position:absolute;left:0pt;margin-left:876.3pt;margin-top:-1.55pt;height:53.05pt;width:49.95pt;rotation:-5898240f;z-index:251702272;v-text-anchor:middle;mso-width-relative:page;mso-height-relative:page;" fillcolor="#FFFFFF" filled="t" stroked="f" coordsize="4732299,655200" o:gfxdata="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VjbVPYAAAADAEAAA8AAAAAAAAAAQAgAAAAIgAAAGRycy9kb3ducmV2Lnht&#10;bFBLAQIUABQAAAAIAIdO4kBHimzw3QIAADcGAAAOAAAAAAAAAAEAIAAAACcBAABkcnMvZTJvRG9j&#10;LnhtbFBLBQYAAAAABgAGAFkBAAB2BgAAAAA=&#10;" path="m29842,0l4732299,0,4732299,655200,0,655200,0,651669,25384,651669,393662,323851xe">
                <v:fill on="t" opacity="55705f" focussize="0,0"/>
                <v:stroke on="f" weight="0.25pt"/>
                <v:imagedata o:title=""/>
                <o:lock v:ext="edit" aspectratio="f"/>
                <v:shadow on="t" color="#000000" opacity="26214f" offset="0pt,3pt" origin="0f,-32768f" matrix="65536f,0f,0f,65536f"/>
              </v:shape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-4804410</wp:posOffset>
                </wp:positionH>
                <wp:positionV relativeFrom="paragraph">
                  <wp:posOffset>106680</wp:posOffset>
                </wp:positionV>
                <wp:extent cx="1214755" cy="450850"/>
                <wp:effectExtent l="0" t="0" r="4445" b="6350"/>
                <wp:wrapNone/>
                <wp:docPr id="228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755" cy="450850"/>
                        </a:xfrm>
                        <a:prstGeom prst="rect">
                          <a:avLst/>
                        </a:prstGeom>
                        <a:solidFill>
                          <a:srgbClr val="2EA7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78.3pt;margin-top:8.4pt;height:35.5pt;width:95.65pt;z-index:251701248;v-text-anchor:middle;mso-width-relative:page;mso-height-relative:page;" fillcolor="#2EA7E0" filled="t" stroked="f" coordsize="21600,21600" o:gfxdata="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/CWcNgAAAALAQAADwAAAAAA&#10;AAABACAAAAAiAAAAZHJzL2Rvd25yZXYueG1sUEsBAhQAFAAAAAgAh07iQHdqMgPaAQAAiAMAAA4A&#10;AAAAAAAAAQAgAAAAJw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2675890</wp:posOffset>
                </wp:positionH>
                <wp:positionV relativeFrom="paragraph">
                  <wp:posOffset>10344785</wp:posOffset>
                </wp:positionV>
                <wp:extent cx="7898130" cy="10996295"/>
                <wp:effectExtent l="95250" t="57150" r="26670" b="527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8130" cy="1099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7pt;margin-top:814.55pt;height:865.85pt;width:621.9pt;z-index:251801600;v-text-anchor:middle;mso-width-relative:page;mso-height-relative:page;" fillcolor="#F2F2F2 [3052]" filled="t" stroked="f" coordsize="21600,21600" o:gfxdata="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IgCWXneAAAADgEAAA8AAAAAAAAA&#10;AQAgAAAAIgAAAGRycy9kb3ducmV2LnhtbFBLAQIUABQAAAAIAIdO4kBW36tYtgIAAFgFAAAOAAAA&#10;AAAAAAEAIAAAAC0BAABkcnMvZTJvRG9jLnhtbFBLBQYAAAAABgAGAFkBAABV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-3pt,0pt" origin="32768f,0f" matrix="65536f,0f,0f,65536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-8143875</wp:posOffset>
                </wp:positionH>
                <wp:positionV relativeFrom="paragraph">
                  <wp:posOffset>0</wp:posOffset>
                </wp:positionV>
                <wp:extent cx="2872740" cy="0"/>
                <wp:effectExtent l="0" t="0" r="22860" b="19050"/>
                <wp:wrapNone/>
                <wp:docPr id="9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7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-641.25pt;margin-top:0pt;height:0pt;width:226.2pt;z-index:251810816;mso-width-relative:page;mso-height-relative:page;" filled="f" stroked="t" coordsize="21600,21600" o:gfxdata="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b1msM1QAAAAgBAAAPAAAAAAAAAAEAIAAAACIA&#10;AABkcnMvZG93bnJldi54bWxQSwECFAAUAAAACACHTuJAUMN3LtMBAABxAwAADgAAAAAAAAABACAA&#10;AAAkAQAAZHJzL2Uyb0RvYy54bWxQSwUGAAAAAAYABgBZAQAAaQUAAAAA&#10;">
                <v:fill on="f" focussize="0,0"/>
                <v:stroke weight="0.5pt" color="#00B0F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17058005</wp:posOffset>
                </wp:positionV>
                <wp:extent cx="143510" cy="143510"/>
                <wp:effectExtent l="0" t="0" r="8890" b="8890"/>
                <wp:wrapNone/>
                <wp:docPr id="49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0.3pt;margin-top:1343.15pt;height:11.3pt;width:11.3pt;z-index:251652096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EpIkJo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+Q7oJA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MWaevvZAAAACQEAAA8AAAAAAAAAAQAg&#10;AAAAIgAAAGRycy9kb3ducmV2LnhtbFBLAQIUABQAAAAIAIdO4kBKSJCaLQkAAE0wAAAOAAAAAAAA&#10;AAEAIAAAACgBAABkcnMvZTJvRG9jLnhtbFBLBQYAAAAABgAGAFkBAADH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15605760</wp:posOffset>
                </wp:positionV>
                <wp:extent cx="143510" cy="143510"/>
                <wp:effectExtent l="0" t="0" r="8890" b="8890"/>
                <wp:wrapNone/>
                <wp:docPr id="50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0pt;margin-top:1228.8pt;height:11.3pt;width:11.3pt;z-index:251655168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dzjqmS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3OOqZLgkAAE0wAAAOAAAAAAAA&#10;AAEAIAAAACcBAABkcnMvZTJvRG9jLnhtbFBLBQYAAAAABgAGAFkBAADH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11920855</wp:posOffset>
                </wp:positionV>
                <wp:extent cx="143510" cy="143510"/>
                <wp:effectExtent l="0" t="0" r="8890" b="8890"/>
                <wp:wrapNone/>
                <wp:docPr id="51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-5.1pt;margin-top:938.65pt;height:11.3pt;width:11.3pt;z-index:251654144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Qsv7KLQ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7WJ3f2gAAAAwBAAAPAAAAAAAAAAEA&#10;IAAAACIAAABkcnMvZG93bnJldi54bWxQSwECFAAUAAAACACHTuJAULL+yi0JAABNMAAADgAAAAAA&#10;AAABACAAAAApAQAAZHJzL2Uyb0RvYy54bWxQSwUGAAAAAAYABgBZAQAAyA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10297160</wp:posOffset>
                </wp:positionV>
                <wp:extent cx="143510" cy="143510"/>
                <wp:effectExtent l="0" t="0" r="8890" b="8890"/>
                <wp:wrapNone/>
                <wp:docPr id="52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-3.4pt;margin-top:810.8pt;height:11.3pt;width:11.3pt;z-index:251653120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Dkswz8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CuquHj2QAAAAsBAAAPAAAAAAAAAAEA&#10;IAAAACIAAABkcnMvZG93bnJldi54bWxQSwECFAAUAAAACACHTuJAOSzDPy4JAABNMAAADgAAAAAA&#10;AAABACAAAAAoAQAAZHJzL2Uyb0RvYy54bWxQSwUGAAAAAAYABgBZAQAAyA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17058005</wp:posOffset>
                </wp:positionV>
                <wp:extent cx="143510" cy="143510"/>
                <wp:effectExtent l="0" t="0" r="8890" b="8890"/>
                <wp:wrapNone/>
                <wp:docPr id="81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0.3pt;margin-top:1343.15pt;height:11.3pt;width:11.3pt;z-index:251667456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DmCyL0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Fmnr72QAAAAkBAAAPAAAAAAAAAAEA&#10;IAAAACIAAABkcnMvZG93bnJldi54bWxQSwECFAAUAAAACACHTuJAOYLIvS4JAABNMAAADgAAAAAA&#10;AAABACAAAAAoAQAAZHJzL2Uyb0RvYy54bWxQSwUGAAAAAAYABgBZAQAAyA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15605760</wp:posOffset>
                </wp:positionV>
                <wp:extent cx="143510" cy="143510"/>
                <wp:effectExtent l="0" t="0" r="8890" b="8890"/>
                <wp:wrapNone/>
                <wp:docPr id="82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0pt;margin-top:1228.8pt;height:11.3pt;width:11.3pt;z-index:251671552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UBz1SC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QHPVILgkAAE0wAAAOAAAAAAAA&#10;AAEAIAAAACcBAABkcnMvZTJvRG9jLnhtbFBLBQYAAAAABgAGAFkBAADH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11920855</wp:posOffset>
                </wp:positionV>
                <wp:extent cx="143510" cy="143510"/>
                <wp:effectExtent l="0" t="0" r="8890" b="8890"/>
                <wp:wrapNone/>
                <wp:docPr id="83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-5.1pt;margin-top:938.65pt;height:11.3pt;width:11.3pt;z-index:251670528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3luEbLw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10297160</wp:posOffset>
                </wp:positionV>
                <wp:extent cx="143510" cy="143510"/>
                <wp:effectExtent l="0" t="0" r="8890" b="8890"/>
                <wp:wrapNone/>
                <wp:docPr id="86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-3.4pt;margin-top:810.8pt;height:11.3pt;width:11.3pt;z-index:251669504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I0y1t8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K6q4ePZAAAACwEAAA8AAAAAAAAAAQAg&#10;AAAAIgAAAGRycy9kb3ducmV2LnhtbFBLAQIUABQAAAAIAIdO4kCNMtbfLQkAAE0wAAAOAAAAAAAA&#10;AAEAIAAAACgBAABkcnMvZTJvRG9jLnhtbFBLBQYAAAAABgAGAFkBAADH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rPr>
          <w:rFonts w:ascii="微软雅黑" w:hAnsi="微软雅黑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139065</wp:posOffset>
                </wp:positionV>
                <wp:extent cx="2553970" cy="337820"/>
                <wp:effectExtent l="0" t="0" r="0" b="0"/>
                <wp:wrapNone/>
                <wp:docPr id="71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970" cy="3380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640" w:firstLineChars="200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市场营销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9.05pt;margin-top:10.95pt;height:26.6pt;width:201.1pt;z-index:251658240;mso-width-relative:page;mso-height-relative:page;" filled="f" stroked="f" coordsize="21600,21600" o:gfxdata="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LcaedsAAAAJAQAADwAAAAAAAAABACAAAAAi&#10;AAAAZHJzL2Rvd25yZXYueG1sUEsBAhQAFAAAAAgAh07iQP1td9IHAgAA0gMAAA4AAAAAAAAAAQAg&#10;AAAAK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inset="0mm,0mm,2.54mm,0mm">
                  <w:txbxContent>
                    <w:p>
                      <w:pPr>
                        <w:adjustRightInd w:val="0"/>
                        <w:snapToGrid w:val="0"/>
                        <w:ind w:firstLine="640" w:firstLineChars="200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201295</wp:posOffset>
                </wp:positionV>
                <wp:extent cx="288290" cy="295910"/>
                <wp:effectExtent l="0" t="0" r="16510" b="8890"/>
                <wp:wrapNone/>
                <wp:docPr id="2151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259330" y="6572885"/>
                          <a:ext cx="288290" cy="295910"/>
                        </a:xfrm>
                        <a:custGeom>
                          <a:avLst/>
                          <a:gdLst>
                            <a:gd name="T0" fmla="*/ 96 w 191"/>
                            <a:gd name="T1" fmla="*/ 0 h 196"/>
                            <a:gd name="T2" fmla="*/ 96 w 191"/>
                            <a:gd name="T3" fmla="*/ 196 h 196"/>
                            <a:gd name="T4" fmla="*/ 44 w 191"/>
                            <a:gd name="T5" fmla="*/ 141 h 196"/>
                            <a:gd name="T6" fmla="*/ 44 w 191"/>
                            <a:gd name="T7" fmla="*/ 147 h 196"/>
                            <a:gd name="T8" fmla="*/ 46 w 191"/>
                            <a:gd name="T9" fmla="*/ 152 h 196"/>
                            <a:gd name="T10" fmla="*/ 149 w 191"/>
                            <a:gd name="T11" fmla="*/ 151 h 196"/>
                            <a:gd name="T12" fmla="*/ 152 w 191"/>
                            <a:gd name="T13" fmla="*/ 144 h 196"/>
                            <a:gd name="T14" fmla="*/ 144 w 191"/>
                            <a:gd name="T15" fmla="*/ 127 h 196"/>
                            <a:gd name="T16" fmla="*/ 120 w 191"/>
                            <a:gd name="T17" fmla="*/ 118 h 196"/>
                            <a:gd name="T18" fmla="*/ 116 w 191"/>
                            <a:gd name="T19" fmla="*/ 118 h 196"/>
                            <a:gd name="T20" fmla="*/ 98 w 191"/>
                            <a:gd name="T21" fmla="*/ 146 h 196"/>
                            <a:gd name="T22" fmla="*/ 92 w 191"/>
                            <a:gd name="T23" fmla="*/ 143 h 196"/>
                            <a:gd name="T24" fmla="*/ 80 w 191"/>
                            <a:gd name="T25" fmla="*/ 118 h 196"/>
                            <a:gd name="T26" fmla="*/ 70 w 191"/>
                            <a:gd name="T27" fmla="*/ 119 h 196"/>
                            <a:gd name="T28" fmla="*/ 48 w 191"/>
                            <a:gd name="T29" fmla="*/ 128 h 196"/>
                            <a:gd name="T30" fmla="*/ 44 w 191"/>
                            <a:gd name="T31" fmla="*/ 141 h 196"/>
                            <a:gd name="T32" fmla="*/ 109 w 191"/>
                            <a:gd name="T33" fmla="*/ 46 h 196"/>
                            <a:gd name="T34" fmla="*/ 122 w 191"/>
                            <a:gd name="T35" fmla="*/ 71 h 196"/>
                            <a:gd name="T36" fmla="*/ 122 w 191"/>
                            <a:gd name="T37" fmla="*/ 74 h 196"/>
                            <a:gd name="T38" fmla="*/ 123 w 191"/>
                            <a:gd name="T39" fmla="*/ 88 h 196"/>
                            <a:gd name="T40" fmla="*/ 119 w 191"/>
                            <a:gd name="T41" fmla="*/ 92 h 196"/>
                            <a:gd name="T42" fmla="*/ 103 w 191"/>
                            <a:gd name="T43" fmla="*/ 110 h 196"/>
                            <a:gd name="T44" fmla="*/ 77 w 191"/>
                            <a:gd name="T45" fmla="*/ 99 h 196"/>
                            <a:gd name="T46" fmla="*/ 72 w 191"/>
                            <a:gd name="T47" fmla="*/ 89 h 196"/>
                            <a:gd name="T48" fmla="*/ 71 w 191"/>
                            <a:gd name="T49" fmla="*/ 74 h 196"/>
                            <a:gd name="T50" fmla="*/ 72 w 191"/>
                            <a:gd name="T51" fmla="*/ 63 h 196"/>
                            <a:gd name="T52" fmla="*/ 96 w 191"/>
                            <a:gd name="T53" fmla="*/ 44 h 196"/>
                            <a:gd name="T54" fmla="*/ 79 w 191"/>
                            <a:gd name="T55" fmla="*/ 79 h 196"/>
                            <a:gd name="T56" fmla="*/ 75 w 191"/>
                            <a:gd name="T57" fmla="*/ 82 h 196"/>
                            <a:gd name="T58" fmla="*/ 79 w 191"/>
                            <a:gd name="T59" fmla="*/ 88 h 196"/>
                            <a:gd name="T60" fmla="*/ 87 w 191"/>
                            <a:gd name="T61" fmla="*/ 101 h 196"/>
                            <a:gd name="T62" fmla="*/ 109 w 191"/>
                            <a:gd name="T63" fmla="*/ 96 h 196"/>
                            <a:gd name="T64" fmla="*/ 115 w 191"/>
                            <a:gd name="T65" fmla="*/ 86 h 196"/>
                            <a:gd name="T66" fmla="*/ 117 w 191"/>
                            <a:gd name="T67" fmla="*/ 80 h 196"/>
                            <a:gd name="T68" fmla="*/ 114 w 191"/>
                            <a:gd name="T69" fmla="*/ 79 h 196"/>
                            <a:gd name="T70" fmla="*/ 115 w 191"/>
                            <a:gd name="T71" fmla="*/ 73 h 196"/>
                            <a:gd name="T72" fmla="*/ 100 w 191"/>
                            <a:gd name="T73" fmla="*/ 71 h 196"/>
                            <a:gd name="T74" fmla="*/ 87 w 191"/>
                            <a:gd name="T75" fmla="*/ 63 h 196"/>
                            <a:gd name="T76" fmla="*/ 78 w 191"/>
                            <a:gd name="T77" fmla="*/ 70 h 196"/>
                            <a:gd name="T78" fmla="*/ 79 w 191"/>
                            <a:gd name="T79" fmla="*/ 75 h 196"/>
                            <a:gd name="T80" fmla="*/ 94 w 191"/>
                            <a:gd name="T81" fmla="*/ 126 h 196"/>
                            <a:gd name="T82" fmla="*/ 93 w 191"/>
                            <a:gd name="T83" fmla="*/ 117 h 196"/>
                            <a:gd name="T84" fmla="*/ 100 w 191"/>
                            <a:gd name="T85" fmla="*/ 116 h 196"/>
                            <a:gd name="T86" fmla="*/ 103 w 191"/>
                            <a:gd name="T87" fmla="*/ 119 h 196"/>
                            <a:gd name="T88" fmla="*/ 99 w 191"/>
                            <a:gd name="T89" fmla="*/ 126 h 196"/>
                            <a:gd name="T90" fmla="*/ 103 w 191"/>
                            <a:gd name="T91" fmla="*/ 138 h 196"/>
                            <a:gd name="T92" fmla="*/ 94 w 191"/>
                            <a:gd name="T93" fmla="*/ 144 h 196"/>
                            <a:gd name="T94" fmla="*/ 89 w 191"/>
                            <a:gd name="T95" fmla="*/ 137 h 196"/>
                            <a:gd name="T96" fmla="*/ 94 w 191"/>
                            <a:gd name="T97" fmla="*/ 12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44" y="141"/>
                              </a:moveTo>
                              <a:cubicBezTo>
                                <a:pt x="44" y="143"/>
                                <a:pt x="44" y="144"/>
                                <a:pt x="44" y="144"/>
                              </a:cubicBezTo>
                              <a:cubicBezTo>
                                <a:pt x="44" y="145"/>
                                <a:pt x="44" y="146"/>
                                <a:pt x="44" y="147"/>
                              </a:cubicBezTo>
                              <a:cubicBezTo>
                                <a:pt x="44" y="149"/>
                                <a:pt x="44" y="150"/>
                                <a:pt x="46" y="151"/>
                              </a:cubicBezTo>
                              <a:cubicBezTo>
                                <a:pt x="46" y="151"/>
                                <a:pt x="46" y="151"/>
                                <a:pt x="46" y="152"/>
                              </a:cubicBezTo>
                              <a:cubicBezTo>
                                <a:pt x="80" y="152"/>
                                <a:pt x="115" y="152"/>
                                <a:pt x="149" y="152"/>
                              </a:cubicBezTo>
                              <a:cubicBezTo>
                                <a:pt x="149" y="151"/>
                                <a:pt x="149" y="151"/>
                                <a:pt x="149" y="151"/>
                              </a:cubicBezTo>
                              <a:cubicBezTo>
                                <a:pt x="151" y="150"/>
                                <a:pt x="151" y="149"/>
                                <a:pt x="152" y="148"/>
                              </a:cubicBezTo>
                              <a:cubicBezTo>
                                <a:pt x="152" y="146"/>
                                <a:pt x="152" y="145"/>
                                <a:pt x="152" y="144"/>
                              </a:cubicBezTo>
                              <a:cubicBezTo>
                                <a:pt x="152" y="139"/>
                                <a:pt x="151" y="135"/>
                                <a:pt x="149" y="132"/>
                              </a:cubicBezTo>
                              <a:cubicBezTo>
                                <a:pt x="148" y="130"/>
                                <a:pt x="146" y="128"/>
                                <a:pt x="144" y="127"/>
                              </a:cubicBezTo>
                              <a:cubicBezTo>
                                <a:pt x="142" y="125"/>
                                <a:pt x="139" y="123"/>
                                <a:pt x="137" y="122"/>
                              </a:cubicBezTo>
                              <a:cubicBezTo>
                                <a:pt x="131" y="119"/>
                                <a:pt x="125" y="119"/>
                                <a:pt x="120" y="118"/>
                              </a:cubicBezTo>
                              <a:cubicBezTo>
                                <a:pt x="118" y="117"/>
                                <a:pt x="116" y="117"/>
                                <a:pt x="116" y="116"/>
                              </a:cubicBezTo>
                              <a:cubicBezTo>
                                <a:pt x="116" y="117"/>
                                <a:pt x="116" y="118"/>
                                <a:pt x="116" y="118"/>
                              </a:cubicBezTo>
                              <a:cubicBezTo>
                                <a:pt x="116" y="122"/>
                                <a:pt x="116" y="128"/>
                                <a:pt x="113" y="132"/>
                              </a:cubicBezTo>
                              <a:cubicBezTo>
                                <a:pt x="109" y="138"/>
                                <a:pt x="104" y="143"/>
                                <a:pt x="98" y="146"/>
                              </a:cubicBezTo>
                              <a:cubicBezTo>
                                <a:pt x="97" y="146"/>
                                <a:pt x="97" y="146"/>
                                <a:pt x="97" y="146"/>
                              </a:cubicBezTo>
                              <a:cubicBezTo>
                                <a:pt x="95" y="145"/>
                                <a:pt x="94" y="144"/>
                                <a:pt x="92" y="143"/>
                              </a:cubicBezTo>
                              <a:cubicBezTo>
                                <a:pt x="87" y="139"/>
                                <a:pt x="84" y="136"/>
                                <a:pt x="81" y="131"/>
                              </a:cubicBezTo>
                              <a:cubicBezTo>
                                <a:pt x="80" y="127"/>
                                <a:pt x="79" y="121"/>
                                <a:pt x="80" y="118"/>
                              </a:cubicBezTo>
                              <a:cubicBezTo>
                                <a:pt x="80" y="117"/>
                                <a:pt x="80" y="117"/>
                                <a:pt x="80" y="116"/>
                              </a:cubicBezTo>
                              <a:cubicBezTo>
                                <a:pt x="76" y="117"/>
                                <a:pt x="73" y="118"/>
                                <a:pt x="70" y="119"/>
                              </a:cubicBezTo>
                              <a:cubicBezTo>
                                <a:pt x="65" y="119"/>
                                <a:pt x="59" y="121"/>
                                <a:pt x="53" y="124"/>
                              </a:cubicBezTo>
                              <a:cubicBezTo>
                                <a:pt x="51" y="125"/>
                                <a:pt x="50" y="127"/>
                                <a:pt x="48" y="128"/>
                              </a:cubicBezTo>
                              <a:cubicBezTo>
                                <a:pt x="46" y="131"/>
                                <a:pt x="44" y="134"/>
                                <a:pt x="44" y="138"/>
                              </a:cubicBezTo>
                              <a:cubicBezTo>
                                <a:pt x="44" y="139"/>
                                <a:pt x="44" y="140"/>
                                <a:pt x="44" y="141"/>
                              </a:cubicBezTo>
                              <a:close/>
                              <a:moveTo>
                                <a:pt x="96" y="44"/>
                              </a:moveTo>
                              <a:cubicBezTo>
                                <a:pt x="101" y="44"/>
                                <a:pt x="106" y="45"/>
                                <a:pt x="109" y="46"/>
                              </a:cubicBezTo>
                              <a:cubicBezTo>
                                <a:pt x="114" y="49"/>
                                <a:pt x="117" y="53"/>
                                <a:pt x="120" y="59"/>
                              </a:cubicBezTo>
                              <a:cubicBezTo>
                                <a:pt x="122" y="62"/>
                                <a:pt x="122" y="66"/>
                                <a:pt x="122" y="71"/>
                              </a:cubicBezTo>
                              <a:cubicBezTo>
                                <a:pt x="122" y="72"/>
                                <a:pt x="122" y="73"/>
                                <a:pt x="122" y="73"/>
                              </a:cubicBezTo>
                              <a:cubicBezTo>
                                <a:pt x="122" y="73"/>
                                <a:pt x="122" y="73"/>
                                <a:pt x="122" y="74"/>
                              </a:cubicBezTo>
                              <a:cubicBezTo>
                                <a:pt x="123" y="75"/>
                                <a:pt x="124" y="78"/>
                                <a:pt x="124" y="81"/>
                              </a:cubicBezTo>
                              <a:cubicBezTo>
                                <a:pt x="124" y="83"/>
                                <a:pt x="123" y="85"/>
                                <a:pt x="123" y="88"/>
                              </a:cubicBezTo>
                              <a:cubicBezTo>
                                <a:pt x="122" y="88"/>
                                <a:pt x="122" y="88"/>
                                <a:pt x="122" y="88"/>
                              </a:cubicBezTo>
                              <a:cubicBezTo>
                                <a:pt x="120" y="90"/>
                                <a:pt x="120" y="91"/>
                                <a:pt x="119" y="92"/>
                              </a:cubicBezTo>
                              <a:cubicBezTo>
                                <a:pt x="118" y="95"/>
                                <a:pt x="116" y="98"/>
                                <a:pt x="115" y="101"/>
                              </a:cubicBezTo>
                              <a:cubicBezTo>
                                <a:pt x="112" y="105"/>
                                <a:pt x="108" y="108"/>
                                <a:pt x="103" y="110"/>
                              </a:cubicBezTo>
                              <a:cubicBezTo>
                                <a:pt x="95" y="112"/>
                                <a:pt x="88" y="110"/>
                                <a:pt x="82" y="106"/>
                              </a:cubicBezTo>
                              <a:cubicBezTo>
                                <a:pt x="80" y="103"/>
                                <a:pt x="78" y="102"/>
                                <a:pt x="77" y="99"/>
                              </a:cubicBezTo>
                              <a:cubicBezTo>
                                <a:pt x="75" y="96"/>
                                <a:pt x="74" y="93"/>
                                <a:pt x="73" y="91"/>
                              </a:cubicBezTo>
                              <a:cubicBezTo>
                                <a:pt x="73" y="90"/>
                                <a:pt x="73" y="90"/>
                                <a:pt x="72" y="89"/>
                              </a:cubicBezTo>
                              <a:cubicBezTo>
                                <a:pt x="71" y="88"/>
                                <a:pt x="70" y="87"/>
                                <a:pt x="69" y="84"/>
                              </a:cubicBezTo>
                              <a:cubicBezTo>
                                <a:pt x="68" y="81"/>
                                <a:pt x="69" y="76"/>
                                <a:pt x="71" y="74"/>
                              </a:cubicBezTo>
                              <a:cubicBezTo>
                                <a:pt x="72" y="73"/>
                                <a:pt x="72" y="73"/>
                                <a:pt x="72" y="73"/>
                              </a:cubicBezTo>
                              <a:cubicBezTo>
                                <a:pt x="71" y="70"/>
                                <a:pt x="71" y="66"/>
                                <a:pt x="72" y="63"/>
                              </a:cubicBezTo>
                              <a:cubicBezTo>
                                <a:pt x="73" y="55"/>
                                <a:pt x="77" y="49"/>
                                <a:pt x="85" y="46"/>
                              </a:cubicBezTo>
                              <a:cubicBezTo>
                                <a:pt x="87" y="45"/>
                                <a:pt x="92" y="44"/>
                                <a:pt x="96" y="44"/>
                              </a:cubicBezTo>
                              <a:close/>
                              <a:moveTo>
                                <a:pt x="80" y="81"/>
                              </a:moveTo>
                              <a:cubicBezTo>
                                <a:pt x="80" y="80"/>
                                <a:pt x="79" y="79"/>
                                <a:pt x="79" y="79"/>
                              </a:cubicBezTo>
                              <a:cubicBezTo>
                                <a:pt x="78" y="77"/>
                                <a:pt x="76" y="78"/>
                                <a:pt x="75" y="80"/>
                              </a:cubicBezTo>
                              <a:cubicBezTo>
                                <a:pt x="75" y="81"/>
                                <a:pt x="75" y="81"/>
                                <a:pt x="75" y="82"/>
                              </a:cubicBezTo>
                              <a:cubicBezTo>
                                <a:pt x="76" y="83"/>
                                <a:pt x="77" y="85"/>
                                <a:pt x="78" y="86"/>
                              </a:cubicBezTo>
                              <a:cubicBezTo>
                                <a:pt x="79" y="87"/>
                                <a:pt x="79" y="87"/>
                                <a:pt x="79" y="88"/>
                              </a:cubicBezTo>
                              <a:cubicBezTo>
                                <a:pt x="80" y="90"/>
                                <a:pt x="81" y="93"/>
                                <a:pt x="83" y="96"/>
                              </a:cubicBezTo>
                              <a:cubicBezTo>
                                <a:pt x="84" y="99"/>
                                <a:pt x="86" y="100"/>
                                <a:pt x="87" y="101"/>
                              </a:cubicBezTo>
                              <a:cubicBezTo>
                                <a:pt x="90" y="103"/>
                                <a:pt x="94" y="104"/>
                                <a:pt x="99" y="103"/>
                              </a:cubicBezTo>
                              <a:cubicBezTo>
                                <a:pt x="104" y="102"/>
                                <a:pt x="107" y="101"/>
                                <a:pt x="109" y="96"/>
                              </a:cubicBezTo>
                              <a:cubicBezTo>
                                <a:pt x="111" y="93"/>
                                <a:pt x="112" y="91"/>
                                <a:pt x="114" y="88"/>
                              </a:cubicBezTo>
                              <a:cubicBezTo>
                                <a:pt x="114" y="87"/>
                                <a:pt x="115" y="87"/>
                                <a:pt x="115" y="86"/>
                              </a:cubicBezTo>
                              <a:cubicBezTo>
                                <a:pt x="116" y="85"/>
                                <a:pt x="116" y="84"/>
                                <a:pt x="116" y="84"/>
                              </a:cubicBezTo>
                              <a:cubicBezTo>
                                <a:pt x="117" y="82"/>
                                <a:pt x="117" y="82"/>
                                <a:pt x="117" y="80"/>
                              </a:cubicBezTo>
                              <a:cubicBezTo>
                                <a:pt x="117" y="79"/>
                                <a:pt x="117" y="78"/>
                                <a:pt x="116" y="78"/>
                              </a:cubicBezTo>
                              <a:cubicBezTo>
                                <a:pt x="116" y="78"/>
                                <a:pt x="115" y="78"/>
                                <a:pt x="114" y="79"/>
                              </a:cubicBezTo>
                              <a:cubicBezTo>
                                <a:pt x="114" y="80"/>
                                <a:pt x="113" y="80"/>
                                <a:pt x="113" y="81"/>
                              </a:cubicBezTo>
                              <a:cubicBezTo>
                                <a:pt x="113" y="78"/>
                                <a:pt x="114" y="75"/>
                                <a:pt x="115" y="73"/>
                              </a:cubicBezTo>
                              <a:cubicBezTo>
                                <a:pt x="113" y="73"/>
                                <a:pt x="111" y="73"/>
                                <a:pt x="110" y="73"/>
                              </a:cubicBezTo>
                              <a:cubicBezTo>
                                <a:pt x="106" y="73"/>
                                <a:pt x="103" y="72"/>
                                <a:pt x="100" y="71"/>
                              </a:cubicBezTo>
                              <a:cubicBezTo>
                                <a:pt x="94" y="69"/>
                                <a:pt x="91" y="66"/>
                                <a:pt x="87" y="63"/>
                              </a:cubicBezTo>
                              <a:cubicBezTo>
                                <a:pt x="87" y="63"/>
                                <a:pt x="87" y="63"/>
                                <a:pt x="87" y="63"/>
                              </a:cubicBezTo>
                              <a:cubicBezTo>
                                <a:pt x="87" y="63"/>
                                <a:pt x="86" y="63"/>
                                <a:pt x="85" y="64"/>
                              </a:cubicBezTo>
                              <a:cubicBezTo>
                                <a:pt x="82" y="65"/>
                                <a:pt x="80" y="67"/>
                                <a:pt x="78" y="70"/>
                              </a:cubicBezTo>
                              <a:cubicBezTo>
                                <a:pt x="78" y="70"/>
                                <a:pt x="78" y="70"/>
                                <a:pt x="78" y="70"/>
                              </a:cubicBezTo>
                              <a:cubicBezTo>
                                <a:pt x="79" y="73"/>
                                <a:pt x="79" y="74"/>
                                <a:pt x="79" y="75"/>
                              </a:cubicBezTo>
                              <a:cubicBezTo>
                                <a:pt x="79" y="77"/>
                                <a:pt x="80" y="79"/>
                                <a:pt x="80" y="81"/>
                              </a:cubicBezTo>
                              <a:close/>
                              <a:moveTo>
                                <a:pt x="94" y="126"/>
                              </a:moveTo>
                              <a:cubicBezTo>
                                <a:pt x="92" y="124"/>
                                <a:pt x="90" y="122"/>
                                <a:pt x="89" y="119"/>
                              </a:cubicBezTo>
                              <a:cubicBezTo>
                                <a:pt x="90" y="119"/>
                                <a:pt x="91" y="118"/>
                                <a:pt x="93" y="117"/>
                              </a:cubicBezTo>
                              <a:cubicBezTo>
                                <a:pt x="93" y="117"/>
                                <a:pt x="93" y="117"/>
                                <a:pt x="93" y="116"/>
                              </a:cubicBezTo>
                              <a:cubicBezTo>
                                <a:pt x="95" y="116"/>
                                <a:pt x="97" y="116"/>
                                <a:pt x="100" y="116"/>
                              </a:cubicBezTo>
                              <a:cubicBezTo>
                                <a:pt x="100" y="116"/>
                                <a:pt x="100" y="116"/>
                                <a:pt x="101" y="117"/>
                              </a:cubicBezTo>
                              <a:cubicBezTo>
                                <a:pt x="101" y="118"/>
                                <a:pt x="102" y="119"/>
                                <a:pt x="103" y="119"/>
                              </a:cubicBezTo>
                              <a:cubicBezTo>
                                <a:pt x="102" y="122"/>
                                <a:pt x="101" y="124"/>
                                <a:pt x="99" y="126"/>
                              </a:cubicBezTo>
                              <a:cubicBezTo>
                                <a:pt x="99" y="126"/>
                                <a:pt x="99" y="126"/>
                                <a:pt x="99" y="126"/>
                              </a:cubicBezTo>
                              <a:cubicBezTo>
                                <a:pt x="101" y="130"/>
                                <a:pt x="101" y="134"/>
                                <a:pt x="103" y="137"/>
                              </a:cubicBezTo>
                              <a:cubicBezTo>
                                <a:pt x="103" y="137"/>
                                <a:pt x="103" y="137"/>
                                <a:pt x="103" y="138"/>
                              </a:cubicBezTo>
                              <a:cubicBezTo>
                                <a:pt x="101" y="140"/>
                                <a:pt x="100" y="142"/>
                                <a:pt x="98" y="144"/>
                              </a:cubicBezTo>
                              <a:cubicBezTo>
                                <a:pt x="96" y="145"/>
                                <a:pt x="96" y="145"/>
                                <a:pt x="94" y="144"/>
                              </a:cubicBezTo>
                              <a:cubicBezTo>
                                <a:pt x="93" y="142"/>
                                <a:pt x="91" y="140"/>
                                <a:pt x="89" y="138"/>
                              </a:cubicBezTo>
                              <a:cubicBezTo>
                                <a:pt x="89" y="138"/>
                                <a:pt x="89" y="138"/>
                                <a:pt x="89" y="137"/>
                              </a:cubicBezTo>
                              <a:cubicBezTo>
                                <a:pt x="91" y="134"/>
                                <a:pt x="93" y="129"/>
                                <a:pt x="94" y="126"/>
                              </a:cubicBezTo>
                              <a:cubicBezTo>
                                <a:pt x="94" y="126"/>
                                <a:pt x="94" y="126"/>
                                <a:pt x="94" y="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E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41.9pt;margin-top:15.85pt;height:23.3pt;width:22.7pt;z-index:251876352;mso-width-relative:page;mso-height-relative:page;" fillcolor="#00A4E7" filled="t" stroked="f" coordsize="191,196" o:gfxdata="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    <v:path o:connectlocs="144899,0;144899,295910;66412,212874;66412,221932;69431,229481;224896,227971;229424,217403;217349,191737;181124,178149;175087,178149;147918,220422;138862,215893;120749,178149;105656,179659;72449,193247;66412,212874;164521,69448;184143,107191;184143,111721;185652,132857;179615,138896;155465,166071;116221,149464;108674,134367;107165,111721;108674,95113;144899,66428;119240,119269;113202,123799;119240,132857;131315,152484;164521,144935;173577,129838;176596,120779;172068,119269;173577,110211;150937,107191;131315,95113;117730,105682;119240,113230;141880,190227;140371,176640;150937,175130;155465,179659;149427,190227;155465,208344;141880,217403;134334,206835;141880,190227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104140</wp:posOffset>
                </wp:positionV>
                <wp:extent cx="3392805" cy="1514475"/>
                <wp:effectExtent l="0" t="0" r="0" b="0"/>
                <wp:wrapNone/>
                <wp:docPr id="2151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28265" y="6475730"/>
                          <a:ext cx="3392805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2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:lang w:eastAsia="zh-CN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:lang w:eastAsia="zh-CN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2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电话：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1380013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:lang w:val="en-US" w:eastAsia="zh-CN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2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2244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:lang w:val="en-US" w:eastAsia="zh-CN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微软雅黑" w:hAnsi="微软雅黑"/>
                                <w:color w:val="00A4E7"/>
                                <w:kern w:val="24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170.95pt;margin-top:8.2pt;height:119.25pt;width:267.15pt;z-index:251814912;mso-width-relative:page;mso-height-relative:page;" filled="f" stroked="f" coordsize="21600,21600" o:gfxdata="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Wyo0NkAAAAKAQAADwAAAAAAAAABACAAAAAiAAAAZHJzL2Rvd25yZXYu&#10;eG1sUEsBAhQAFAAAAAgAh07iQAd9J0T6AQAA1wMAAA4AAAAAAAAAAQAgAAAAKA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2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32"/>
                          <w:szCs w:val="32"/>
                          <w:lang w:eastAsia="zh-CN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姓名：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:lang w:eastAsia="zh-CN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幸运日素材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2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电话：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1380013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:lang w:val="en-US" w:eastAsia="zh-CN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2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2244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:lang w:val="en-US" w:eastAsia="zh-CN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kern w:val="24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ascii="微软雅黑" w:hAnsi="微软雅黑"/>
                          <w:color w:val="00A4E7"/>
                          <w:kern w:val="24"/>
                          <w:sz w:val="28"/>
                          <w:szCs w:val="28"/>
                          <w14:textOutline w14:w="9525" w14:cap="flat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172720</wp:posOffset>
                </wp:positionV>
                <wp:extent cx="288290" cy="295910"/>
                <wp:effectExtent l="0" t="0" r="16510" b="8890"/>
                <wp:wrapNone/>
                <wp:docPr id="21518" name="Freeform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259330" y="7002145"/>
                          <a:ext cx="288290" cy="295910"/>
                        </a:xfrm>
                        <a:custGeom>
                          <a:avLst/>
                          <a:gdLst>
                            <a:gd name="T0" fmla="*/ 0 w 187"/>
                            <a:gd name="T1" fmla="*/ 96 h 192"/>
                            <a:gd name="T2" fmla="*/ 94 w 187"/>
                            <a:gd name="T3" fmla="*/ 0 h 192"/>
                            <a:gd name="T4" fmla="*/ 187 w 187"/>
                            <a:gd name="T5" fmla="*/ 96 h 192"/>
                            <a:gd name="T6" fmla="*/ 94 w 187"/>
                            <a:gd name="T7" fmla="*/ 192 h 192"/>
                            <a:gd name="T8" fmla="*/ 0 w 187"/>
                            <a:gd name="T9" fmla="*/ 96 h 192"/>
                            <a:gd name="T10" fmla="*/ 119 w 187"/>
                            <a:gd name="T11" fmla="*/ 106 h 192"/>
                            <a:gd name="T12" fmla="*/ 104 w 187"/>
                            <a:gd name="T13" fmla="*/ 120 h 192"/>
                            <a:gd name="T14" fmla="*/ 83 w 187"/>
                            <a:gd name="T15" fmla="*/ 106 h 192"/>
                            <a:gd name="T16" fmla="*/ 68 w 187"/>
                            <a:gd name="T17" fmla="*/ 85 h 192"/>
                            <a:gd name="T18" fmla="*/ 83 w 187"/>
                            <a:gd name="T19" fmla="*/ 71 h 192"/>
                            <a:gd name="T20" fmla="*/ 61 w 187"/>
                            <a:gd name="T21" fmla="*/ 44 h 192"/>
                            <a:gd name="T22" fmla="*/ 40 w 187"/>
                            <a:gd name="T23" fmla="*/ 65 h 192"/>
                            <a:gd name="T24" fmla="*/ 68 w 187"/>
                            <a:gd name="T25" fmla="*/ 120 h 192"/>
                            <a:gd name="T26" fmla="*/ 126 w 187"/>
                            <a:gd name="T27" fmla="*/ 148 h 192"/>
                            <a:gd name="T28" fmla="*/ 147 w 187"/>
                            <a:gd name="T29" fmla="*/ 127 h 192"/>
                            <a:gd name="T30" fmla="*/ 119 w 187"/>
                            <a:gd name="T31" fmla="*/ 106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7" h="192">
                              <a:moveTo>
                                <a:pt x="0" y="96"/>
                              </a:moveTo>
                              <a:cubicBezTo>
                                <a:pt x="0" y="43"/>
                                <a:pt x="42" y="0"/>
                                <a:pt x="94" y="0"/>
                              </a:cubicBezTo>
                              <a:cubicBezTo>
                                <a:pt x="145" y="0"/>
                                <a:pt x="187" y="43"/>
                                <a:pt x="187" y="96"/>
                              </a:cubicBezTo>
                              <a:cubicBezTo>
                                <a:pt x="187" y="149"/>
                                <a:pt x="145" y="192"/>
                                <a:pt x="94" y="192"/>
                              </a:cubicBezTo>
                              <a:cubicBezTo>
                                <a:pt x="42" y="192"/>
                                <a:pt x="0" y="149"/>
                                <a:pt x="0" y="96"/>
                              </a:cubicBezTo>
                              <a:close/>
                              <a:moveTo>
                                <a:pt x="119" y="106"/>
                              </a:moveTo>
                              <a:cubicBezTo>
                                <a:pt x="112" y="113"/>
                                <a:pt x="112" y="120"/>
                                <a:pt x="104" y="120"/>
                              </a:cubicBezTo>
                              <a:cubicBezTo>
                                <a:pt x="97" y="120"/>
                                <a:pt x="90" y="113"/>
                                <a:pt x="83" y="106"/>
                              </a:cubicBezTo>
                              <a:cubicBezTo>
                                <a:pt x="76" y="99"/>
                                <a:pt x="68" y="92"/>
                                <a:pt x="68" y="85"/>
                              </a:cubicBezTo>
                              <a:cubicBezTo>
                                <a:pt x="68" y="78"/>
                                <a:pt x="76" y="78"/>
                                <a:pt x="83" y="71"/>
                              </a:cubicBezTo>
                              <a:cubicBezTo>
                                <a:pt x="90" y="65"/>
                                <a:pt x="68" y="44"/>
                                <a:pt x="61" y="44"/>
                              </a:cubicBezTo>
                              <a:cubicBezTo>
                                <a:pt x="54" y="44"/>
                                <a:pt x="40" y="65"/>
                                <a:pt x="40" y="65"/>
                              </a:cubicBezTo>
                              <a:cubicBezTo>
                                <a:pt x="40" y="78"/>
                                <a:pt x="54" y="106"/>
                                <a:pt x="68" y="120"/>
                              </a:cubicBezTo>
                              <a:cubicBezTo>
                                <a:pt x="83" y="134"/>
                                <a:pt x="112" y="148"/>
                                <a:pt x="126" y="148"/>
                              </a:cubicBezTo>
                              <a:cubicBezTo>
                                <a:pt x="126" y="148"/>
                                <a:pt x="147" y="134"/>
                                <a:pt x="147" y="127"/>
                              </a:cubicBezTo>
                              <a:cubicBezTo>
                                <a:pt x="147" y="120"/>
                                <a:pt x="126" y="99"/>
                                <a:pt x="119" y="106"/>
                              </a:cubicBezTo>
                            </a:path>
                          </a:pathLst>
                        </a:custGeom>
                        <a:solidFill>
                          <a:srgbClr val="00A4E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141.9pt;margin-top:13.6pt;height:23.3pt;width:22.7pt;z-index:251877376;mso-width-relative:page;mso-height-relative:page;" fillcolor="#00A4E7" filled="t" stroked="f" coordsize="187,192" o:gfxdata="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    <v:path o:connectlocs="0,147955;144915,0;288290,147955;144915,295910;0,147955;183457,163366;160332,184943;127957,163366;104832,131001;127957,109425;94041,67812;61666,100177;104832,184943;194248,228097;226623,195732;183457,163366" o:connectangles="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373380</wp:posOffset>
                </wp:positionV>
                <wp:extent cx="288290" cy="309880"/>
                <wp:effectExtent l="0" t="0" r="16510" b="13970"/>
                <wp:wrapNone/>
                <wp:docPr id="21519" name="Freefor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259330" y="7431405"/>
                          <a:ext cx="288290" cy="309880"/>
                        </a:xfrm>
                        <a:custGeom>
                          <a:avLst/>
                          <a:gdLst>
                            <a:gd name="T0" fmla="*/ 0 w 183"/>
                            <a:gd name="T1" fmla="*/ 99 h 197"/>
                            <a:gd name="T2" fmla="*/ 92 w 183"/>
                            <a:gd name="T3" fmla="*/ 0 h 197"/>
                            <a:gd name="T4" fmla="*/ 183 w 183"/>
                            <a:gd name="T5" fmla="*/ 99 h 197"/>
                            <a:gd name="T6" fmla="*/ 92 w 183"/>
                            <a:gd name="T7" fmla="*/ 197 h 197"/>
                            <a:gd name="T8" fmla="*/ 0 w 183"/>
                            <a:gd name="T9" fmla="*/ 99 h 197"/>
                            <a:gd name="T10" fmla="*/ 147 w 183"/>
                            <a:gd name="T11" fmla="*/ 137 h 197"/>
                            <a:gd name="T12" fmla="*/ 147 w 183"/>
                            <a:gd name="T13" fmla="*/ 137 h 197"/>
                            <a:gd name="T14" fmla="*/ 147 w 183"/>
                            <a:gd name="T15" fmla="*/ 137 h 197"/>
                            <a:gd name="T16" fmla="*/ 147 w 183"/>
                            <a:gd name="T17" fmla="*/ 137 h 197"/>
                            <a:gd name="T18" fmla="*/ 36 w 183"/>
                            <a:gd name="T19" fmla="*/ 137 h 197"/>
                            <a:gd name="T20" fmla="*/ 70 w 183"/>
                            <a:gd name="T21" fmla="*/ 106 h 197"/>
                            <a:gd name="T22" fmla="*/ 92 w 183"/>
                            <a:gd name="T23" fmla="*/ 123 h 197"/>
                            <a:gd name="T24" fmla="*/ 113 w 183"/>
                            <a:gd name="T25" fmla="*/ 106 h 197"/>
                            <a:gd name="T26" fmla="*/ 147 w 183"/>
                            <a:gd name="T27" fmla="*/ 137 h 197"/>
                            <a:gd name="T28" fmla="*/ 67 w 183"/>
                            <a:gd name="T29" fmla="*/ 102 h 197"/>
                            <a:gd name="T30" fmla="*/ 67 w 183"/>
                            <a:gd name="T31" fmla="*/ 102 h 197"/>
                            <a:gd name="T32" fmla="*/ 67 w 183"/>
                            <a:gd name="T33" fmla="*/ 102 h 197"/>
                            <a:gd name="T34" fmla="*/ 67 w 183"/>
                            <a:gd name="T35" fmla="*/ 102 h 197"/>
                            <a:gd name="T36" fmla="*/ 36 w 183"/>
                            <a:gd name="T37" fmla="*/ 130 h 197"/>
                            <a:gd name="T38" fmla="*/ 36 w 183"/>
                            <a:gd name="T39" fmla="*/ 78 h 197"/>
                            <a:gd name="T40" fmla="*/ 67 w 183"/>
                            <a:gd name="T41" fmla="*/ 102 h 197"/>
                            <a:gd name="T42" fmla="*/ 147 w 183"/>
                            <a:gd name="T43" fmla="*/ 130 h 197"/>
                            <a:gd name="T44" fmla="*/ 147 w 183"/>
                            <a:gd name="T45" fmla="*/ 130 h 197"/>
                            <a:gd name="T46" fmla="*/ 147 w 183"/>
                            <a:gd name="T47" fmla="*/ 130 h 197"/>
                            <a:gd name="T48" fmla="*/ 147 w 183"/>
                            <a:gd name="T49" fmla="*/ 130 h 197"/>
                            <a:gd name="T50" fmla="*/ 116 w 183"/>
                            <a:gd name="T51" fmla="*/ 102 h 197"/>
                            <a:gd name="T52" fmla="*/ 147 w 183"/>
                            <a:gd name="T53" fmla="*/ 78 h 197"/>
                            <a:gd name="T54" fmla="*/ 147 w 183"/>
                            <a:gd name="T55" fmla="*/ 130 h 197"/>
                            <a:gd name="T56" fmla="*/ 92 w 183"/>
                            <a:gd name="T57" fmla="*/ 116 h 197"/>
                            <a:gd name="T58" fmla="*/ 92 w 183"/>
                            <a:gd name="T59" fmla="*/ 116 h 197"/>
                            <a:gd name="T60" fmla="*/ 92 w 183"/>
                            <a:gd name="T61" fmla="*/ 116 h 197"/>
                            <a:gd name="T62" fmla="*/ 92 w 183"/>
                            <a:gd name="T63" fmla="*/ 116 h 197"/>
                            <a:gd name="T64" fmla="*/ 36 w 183"/>
                            <a:gd name="T65" fmla="*/ 71 h 197"/>
                            <a:gd name="T66" fmla="*/ 36 w 183"/>
                            <a:gd name="T67" fmla="*/ 61 h 197"/>
                            <a:gd name="T68" fmla="*/ 147 w 183"/>
                            <a:gd name="T69" fmla="*/ 61 h 197"/>
                            <a:gd name="T70" fmla="*/ 147 w 183"/>
                            <a:gd name="T71" fmla="*/ 71 h 197"/>
                            <a:gd name="T72" fmla="*/ 92 w 183"/>
                            <a:gd name="T73" fmla="*/ 116 h 197"/>
                            <a:gd name="T74" fmla="*/ 92 w 183"/>
                            <a:gd name="T75" fmla="*/ 116 h 197"/>
                            <a:gd name="T76" fmla="*/ 92 w 183"/>
                            <a:gd name="T77" fmla="*/ 116 h 197"/>
                            <a:gd name="T78" fmla="*/ 92 w 183"/>
                            <a:gd name="T79" fmla="*/ 1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83" h="197">
                              <a:moveTo>
                                <a:pt x="0" y="99"/>
                              </a:moveTo>
                              <a:cubicBezTo>
                                <a:pt x="0" y="44"/>
                                <a:pt x="41" y="0"/>
                                <a:pt x="92" y="0"/>
                              </a:cubicBezTo>
                              <a:cubicBezTo>
                                <a:pt x="142" y="0"/>
                                <a:pt x="183" y="44"/>
                                <a:pt x="183" y="99"/>
                              </a:cubicBezTo>
                              <a:cubicBezTo>
                                <a:pt x="183" y="153"/>
                                <a:pt x="142" y="197"/>
                                <a:pt x="92" y="197"/>
                              </a:cubicBezTo>
                              <a:cubicBezTo>
                                <a:pt x="41" y="197"/>
                                <a:pt x="0" y="153"/>
                                <a:pt x="0" y="99"/>
                              </a:cubicBezTo>
                              <a:close/>
                              <a:moveTo>
                                <a:pt x="147" y="137"/>
                              </a:move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36" y="137"/>
                                <a:pt x="36" y="137"/>
                                <a:pt x="36" y="137"/>
                              </a:cubicBezTo>
                              <a:cubicBezTo>
                                <a:pt x="70" y="106"/>
                                <a:pt x="70" y="106"/>
                                <a:pt x="70" y="106"/>
                              </a:cubicBezTo>
                              <a:cubicBezTo>
                                <a:pt x="92" y="123"/>
                                <a:pt x="92" y="123"/>
                                <a:pt x="92" y="123"/>
                              </a:cubicBezTo>
                              <a:cubicBezTo>
                                <a:pt x="113" y="106"/>
                                <a:pt x="113" y="106"/>
                                <a:pt x="113" y="106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lose/>
                              <a:moveTo>
                                <a:pt x="67" y="102"/>
                              </a:move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36" y="130"/>
                                <a:pt x="36" y="130"/>
                                <a:pt x="36" y="130"/>
                              </a:cubicBezTo>
                              <a:cubicBezTo>
                                <a:pt x="36" y="78"/>
                                <a:pt x="36" y="78"/>
                                <a:pt x="36" y="78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lose/>
                              <a:moveTo>
                                <a:pt x="147" y="130"/>
                              </a:move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16" y="102"/>
                                <a:pt x="116" y="102"/>
                                <a:pt x="116" y="102"/>
                              </a:cubicBezTo>
                              <a:cubicBezTo>
                                <a:pt x="147" y="78"/>
                                <a:pt x="147" y="78"/>
                                <a:pt x="147" y="78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36" y="71"/>
                                <a:pt x="36" y="71"/>
                                <a:pt x="36" y="71"/>
                              </a:cubicBezTo>
                              <a:cubicBezTo>
                                <a:pt x="36" y="61"/>
                                <a:pt x="36" y="61"/>
                                <a:pt x="36" y="61"/>
                              </a:cubicBezTo>
                              <a:cubicBezTo>
                                <a:pt x="147" y="61"/>
                                <a:pt x="147" y="61"/>
                                <a:pt x="147" y="61"/>
                              </a:cubicBezTo>
                              <a:cubicBezTo>
                                <a:pt x="147" y="71"/>
                                <a:pt x="147" y="71"/>
                                <a:pt x="147" y="71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E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141.9pt;margin-top:29.4pt;height:24.4pt;width:22.7pt;z-index:251878400;mso-width-relative:page;mso-height-relative:page;" fillcolor="#00A4E7" filled="t" stroked="f" coordsize="183,197" o:gfxdata="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    <v:path o:connectlocs="0,155726;144932,0;288290,155726;144932,309880;0,155726;231577,215500;231577,215500;231577,215500;231577,215500;56712,215500;110274,166737;144932,193478;178015,166737;231577,215500;105548,160445;105548,160445;105548,160445;105548,160445;56712,204489;56712,122693;105548,160445;231577,204489;231577,204489;231577,204489;231577,204489;182741,160445;231577,122693;231577,204489;144932,182467;144932,182467;144932,182467;144932,182467;56712,111682;56712,95952;231577,95952;231577,111682;144932,182467;144932,182467;144932,182467;144932,182467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1515110</wp:posOffset>
                </wp:positionV>
                <wp:extent cx="2635250" cy="1270000"/>
                <wp:effectExtent l="170180" t="114300" r="52070" b="101600"/>
                <wp:wrapNone/>
                <wp:docPr id="19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270000"/>
                          <a:chOff x="0" y="0"/>
                          <a:chExt cx="1539937" cy="741766"/>
                        </a:xfrm>
                      </wpg:grpSpPr>
                      <wps:wsp>
                        <wps:cNvPr id="21509" name="矩形 21509"/>
                        <wps:cNvSpPr/>
                        <wps:spPr>
                          <a:xfrm rot="2700000">
                            <a:off x="1436154" y="0"/>
                            <a:ext cx="103783" cy="103783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67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512" name="矩形 21512"/>
                        <wps:cNvSpPr/>
                        <wps:spPr>
                          <a:xfrm rot="2700000">
                            <a:off x="791405" y="502836"/>
                            <a:ext cx="238930" cy="23893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520" name="矩形 21520"/>
                        <wps:cNvSpPr/>
                        <wps:spPr>
                          <a:xfrm rot="2700000">
                            <a:off x="0" y="32378"/>
                            <a:ext cx="479865" cy="479865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3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57.3pt;margin-top:119.3pt;height:100pt;width:207.5pt;z-index:251808768;mso-width-relative:page;mso-height-relative:page;" coordsize="1539937,741766" o:gfxdata="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iL0zZdsAAAAMAQAADwAAAAAAAAABACAAAAAiAAAAZHJzL2Rvd25yZXYueG1s&#10;UEsBAhQAFAAAAAgAh07iQLuPiX7ZAgAAOAkAAA4AAAAAAAAAAQAgAAAAKgEAAGRycy9lMm9Eb2Mu&#10;eG1sUEsFBgAAAAAGAAYAWQEAAHUGAAAAAA==&#10;">
                <o:lock v:ext="edit" aspectratio="f"/>
                <v:rect id="_x0000_s1026" o:spid="_x0000_s1026" o:spt="1" style="position:absolute;left:1436154;top:0;height:103783;width:103783;rotation:2949120f;v-text-anchor:middle;" fillcolor="#00B0F0" filled="t" stroked="f" coordsize="21600,21600" o:gfxdata="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A2+e&#10;wAAAAN4AAAAPAAAAAAAAAAEAIAAAACIAAABkcnMvZG93bnJldi54bWxQSwECFAAUAAAACACHTuJA&#10;My8FnjsAAAA5AAAAEAAAAAAAAAABACAAAAAPAQAAZHJzL3NoYXBleG1sLnhtbFBLBQYAAAAABgAG&#10;AFsBAAC5AwAAAAA=&#10;">
                  <v:fill on="t" opacity="43909f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791405;top:502836;height:238930;width:238930;rotation:2949120f;v-text-anchor:middle;" fillcolor="#00B0F0" filled="t" stroked="f" coordsize="21600,21600" o:gfxdata="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Bcv74A&#10;AADe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0;top:32378;height:479865;width:479865;rotation:2949120f;v-text-anchor:middle;" fillcolor="#00B0F0" filled="t" stroked="f" coordsize="21600,21600" o:gfxdata="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iVt4b4A&#10;AADeAAAADwAAAAAAAAABACAAAAAiAAAAZHJzL2Rvd25yZXYueG1sUEsBAhQAFAAAAAgAh07iQDMv&#10;BZ47AAAAOQAAABAAAAAAAAAAAQAgAAAADQEAAGRycy9zaGFwZXhtbC54bWxQSwUGAAAAAAYABgBb&#10;AQAAtwMAAAAA&#10;">
                  <v:fill on="t" opacity="28180f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2F3DA7"/>
    <w:rsid w:val="00055746"/>
    <w:rsid w:val="000700EF"/>
    <w:rsid w:val="000819F0"/>
    <w:rsid w:val="000B0AAF"/>
    <w:rsid w:val="00117793"/>
    <w:rsid w:val="00140E75"/>
    <w:rsid w:val="00170D40"/>
    <w:rsid w:val="001B7CA3"/>
    <w:rsid w:val="001C325D"/>
    <w:rsid w:val="0020385F"/>
    <w:rsid w:val="002065F6"/>
    <w:rsid w:val="0023057C"/>
    <w:rsid w:val="002315C1"/>
    <w:rsid w:val="00243396"/>
    <w:rsid w:val="00281672"/>
    <w:rsid w:val="002B0CC0"/>
    <w:rsid w:val="002F05F9"/>
    <w:rsid w:val="00326E2E"/>
    <w:rsid w:val="003B4E08"/>
    <w:rsid w:val="0041110C"/>
    <w:rsid w:val="004F6407"/>
    <w:rsid w:val="00534BE8"/>
    <w:rsid w:val="005875C4"/>
    <w:rsid w:val="0061573D"/>
    <w:rsid w:val="007618EA"/>
    <w:rsid w:val="007922AD"/>
    <w:rsid w:val="007A253F"/>
    <w:rsid w:val="007C5170"/>
    <w:rsid w:val="007F5335"/>
    <w:rsid w:val="00910953"/>
    <w:rsid w:val="009160EF"/>
    <w:rsid w:val="009B60D2"/>
    <w:rsid w:val="009C3D4F"/>
    <w:rsid w:val="00A521E6"/>
    <w:rsid w:val="00A93C13"/>
    <w:rsid w:val="00AB12AC"/>
    <w:rsid w:val="00AE7BAB"/>
    <w:rsid w:val="00B8681F"/>
    <w:rsid w:val="00B87EFF"/>
    <w:rsid w:val="00B91070"/>
    <w:rsid w:val="00C24504"/>
    <w:rsid w:val="00C821BB"/>
    <w:rsid w:val="00D46505"/>
    <w:rsid w:val="00DB21D7"/>
    <w:rsid w:val="00E66571"/>
    <w:rsid w:val="00F51C56"/>
    <w:rsid w:val="00FC2D25"/>
    <w:rsid w:val="00FE0D3D"/>
    <w:rsid w:val="02107637"/>
    <w:rsid w:val="04EE0EF2"/>
    <w:rsid w:val="21914D1D"/>
    <w:rsid w:val="21F413E4"/>
    <w:rsid w:val="27A86290"/>
    <w:rsid w:val="28BB3305"/>
    <w:rsid w:val="2C10394A"/>
    <w:rsid w:val="37B839C0"/>
    <w:rsid w:val="3DB371EE"/>
    <w:rsid w:val="4CB60009"/>
    <w:rsid w:val="4E627B2C"/>
    <w:rsid w:val="5C2F3DA7"/>
    <w:rsid w:val="796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qFormat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4"/>
    <w:unhideWhenUsed/>
    <w:qFormat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5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6">
    <w:name w:val="结束语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7">
    <w:name w:val="称呼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8">
    <w:name w:val="列出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31616;&#21382;&#22871;&#35013;&#12305;&#38134;&#34892;&#31616;&#21382;&#36890;&#29992;&#31616;&#21382;&#24212;&#23626;&#29983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64146-2F93-40D9-AAE8-5B828E0B20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【简历套装】银行简历通用简历应届生简历简约简历封面.docx</Template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2017-07-07T12:06:00Z</dcterms:created>
  <dc:creator>kedao</dc:creator>
  <cp:lastModifiedBy>WPS_1528193819</cp:lastModifiedBy>
  <dcterms:modified xsi:type="dcterms:W3CDTF">2018-07-26T05:55:09Z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